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C096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30961A" w14:textId="77777777" w:rsidTr="00146EEC">
        <w:tc>
          <w:tcPr>
            <w:tcW w:w="2689" w:type="dxa"/>
          </w:tcPr>
          <w:p w14:paraId="19112E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3A50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85A3D" w:rsidRPr="00C43670" w14:paraId="7B49BB36" w14:textId="77777777" w:rsidTr="00D85A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25AA" w14:textId="77777777" w:rsidR="00D85A3D" w:rsidRPr="00C43670" w:rsidRDefault="00D85A3D" w:rsidP="00C43670">
            <w:pPr>
              <w:pStyle w:val="SIText"/>
            </w:pPr>
            <w:r w:rsidRPr="00D85A3D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AD72" w14:textId="77777777" w:rsidR="00D85A3D" w:rsidRPr="00C43670" w:rsidRDefault="00D85A3D" w:rsidP="00C43670">
            <w:pPr>
              <w:pStyle w:val="SIText"/>
            </w:pPr>
            <w:r w:rsidRPr="00C43670">
              <w:t>This version released with AHC Agriculture, Horticulture, Conservation and Land Management Training Package Version 4.0.</w:t>
            </w:r>
          </w:p>
        </w:tc>
      </w:tr>
      <w:tr w:rsidR="00E918B8" w14:paraId="54A1E665" w14:textId="77777777" w:rsidTr="00146EEC">
        <w:tc>
          <w:tcPr>
            <w:tcW w:w="2689" w:type="dxa"/>
          </w:tcPr>
          <w:p w14:paraId="75FB205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E155D1D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62108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CA98C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34F9DD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255037">
              <w:t>204</w:t>
            </w:r>
          </w:p>
        </w:tc>
        <w:tc>
          <w:tcPr>
            <w:tcW w:w="3604" w:type="pct"/>
            <w:shd w:val="clear" w:color="auto" w:fill="auto"/>
          </w:tcPr>
          <w:p w14:paraId="1E626BB4" w14:textId="77777777" w:rsidR="00F1480E" w:rsidRPr="000754EC" w:rsidRDefault="00255037" w:rsidP="000754EC">
            <w:pPr>
              <w:pStyle w:val="SIUnittitle"/>
            </w:pPr>
            <w:r w:rsidRPr="00255037">
              <w:t>Support turf establishment</w:t>
            </w:r>
          </w:p>
        </w:tc>
      </w:tr>
      <w:tr w:rsidR="00F1480E" w:rsidRPr="00963A46" w14:paraId="74087044" w14:textId="77777777" w:rsidTr="00CA2922">
        <w:tc>
          <w:tcPr>
            <w:tcW w:w="1396" w:type="pct"/>
            <w:shd w:val="clear" w:color="auto" w:fill="auto"/>
          </w:tcPr>
          <w:p w14:paraId="3752FF1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1069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A749D0" w14:textId="77777777" w:rsidR="00255037" w:rsidRPr="00255037" w:rsidRDefault="00255037" w:rsidP="00255037">
            <w:pPr>
              <w:pStyle w:val="SIText"/>
            </w:pPr>
            <w:r w:rsidRPr="00480C5C">
              <w:t xml:space="preserve">This unit of competency describes the skills and knowledge required to establish turf by </w:t>
            </w:r>
            <w:r w:rsidRPr="00255037">
              <w:t>seed, sod or other methods.</w:t>
            </w:r>
          </w:p>
          <w:p w14:paraId="32C78469" w14:textId="77777777" w:rsidR="00255037" w:rsidRPr="00480C5C" w:rsidRDefault="00255037" w:rsidP="00255037">
            <w:pPr>
              <w:pStyle w:val="SIText"/>
            </w:pPr>
          </w:p>
          <w:p w14:paraId="17ACBCCA" w14:textId="4C5FCE49" w:rsidR="00441807" w:rsidRPr="00441807" w:rsidRDefault="00441807" w:rsidP="0045636F">
            <w:pPr>
              <w:pStyle w:val="SIText"/>
            </w:pPr>
            <w:r w:rsidRPr="00441807">
              <w:t>The unit applies to individuals working in a range of job contexts who undertake defined routine activities under supervision. They exercise limited autonomy within established and well known parameters, providing solutions to a limited range of predictable problems</w:t>
            </w:r>
          </w:p>
          <w:p w14:paraId="55862B7E" w14:textId="77777777" w:rsidR="00255037" w:rsidRPr="00480C5C" w:rsidRDefault="00255037" w:rsidP="00255037">
            <w:pPr>
              <w:pStyle w:val="SIText"/>
            </w:pPr>
          </w:p>
          <w:p w14:paraId="173F5765" w14:textId="77777777" w:rsidR="00373436" w:rsidRPr="000754EC" w:rsidRDefault="00255037" w:rsidP="00255037">
            <w:pPr>
              <w:pStyle w:val="SIText"/>
            </w:pPr>
            <w:r w:rsidRPr="00480C5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5A406C0" w14:textId="77777777" w:rsidTr="00CA2922">
        <w:tc>
          <w:tcPr>
            <w:tcW w:w="1396" w:type="pct"/>
            <w:shd w:val="clear" w:color="auto" w:fill="auto"/>
          </w:tcPr>
          <w:p w14:paraId="02C7D1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A301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2A9AEC3" w14:textId="77777777" w:rsidTr="00CA2922">
        <w:tc>
          <w:tcPr>
            <w:tcW w:w="1396" w:type="pct"/>
            <w:shd w:val="clear" w:color="auto" w:fill="auto"/>
          </w:tcPr>
          <w:p w14:paraId="10A3D22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C243A3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2A254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237F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7FF9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8BD2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78B2F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24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E1E7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5037" w:rsidRPr="00963A46" w14:paraId="4362CC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7850D" w14:textId="146DAFFA" w:rsidR="00255037" w:rsidRPr="00255037" w:rsidRDefault="00255037" w:rsidP="00255037">
            <w:pPr>
              <w:pStyle w:val="SIText"/>
            </w:pPr>
            <w:r>
              <w:t>1.</w:t>
            </w:r>
            <w:r w:rsidR="000D5FDF">
              <w:t xml:space="preserve"> </w:t>
            </w:r>
            <w:r w:rsidRPr="00255037">
              <w:t>Prepare to establish a planted area</w:t>
            </w:r>
          </w:p>
        </w:tc>
        <w:tc>
          <w:tcPr>
            <w:tcW w:w="3604" w:type="pct"/>
            <w:shd w:val="clear" w:color="auto" w:fill="auto"/>
          </w:tcPr>
          <w:p w14:paraId="07382835" w14:textId="5F429B62" w:rsidR="00255037" w:rsidRPr="00255037" w:rsidRDefault="00255037" w:rsidP="00255037">
            <w:pPr>
              <w:pStyle w:val="SIText"/>
            </w:pPr>
            <w:r w:rsidRPr="00480C5C">
              <w:t>1.1</w:t>
            </w:r>
            <w:r>
              <w:t xml:space="preserve"> </w:t>
            </w:r>
            <w:r w:rsidRPr="00480C5C">
              <w:t>Select materials, tools, equipment and machinery for planting</w:t>
            </w:r>
            <w:r w:rsidR="006C4C0D">
              <w:t xml:space="preserve"> according to turf establishment program</w:t>
            </w:r>
          </w:p>
          <w:p w14:paraId="106B1CA0" w14:textId="194FDCCA" w:rsidR="00255037" w:rsidRDefault="00255037" w:rsidP="00255037">
            <w:pPr>
              <w:pStyle w:val="SIText"/>
            </w:pPr>
            <w:r w:rsidRPr="00480C5C">
              <w:t>1.2</w:t>
            </w:r>
            <w:r>
              <w:t xml:space="preserve"> </w:t>
            </w:r>
            <w:r w:rsidRPr="00480C5C">
              <w:t xml:space="preserve">Carry out pre-operational and safety checks on tools, equipment and </w:t>
            </w:r>
            <w:r w:rsidRPr="00255037">
              <w:t>machinery</w:t>
            </w:r>
            <w:r w:rsidR="006C4C0D">
              <w:t xml:space="preserve"> according to workplace procedures and manufacturer instructions</w:t>
            </w:r>
          </w:p>
          <w:p w14:paraId="049FA3AD" w14:textId="4FE5797A" w:rsidR="00F75AEA" w:rsidRPr="00255037" w:rsidRDefault="006C4C0D" w:rsidP="00C43670">
            <w:r w:rsidRPr="006C4C0D">
              <w:t>1.</w:t>
            </w:r>
            <w:r>
              <w:t xml:space="preserve">3 Identify work health, </w:t>
            </w:r>
            <w:r w:rsidRPr="006C4C0D">
              <w:t xml:space="preserve">safety </w:t>
            </w:r>
            <w:r>
              <w:t xml:space="preserve">and environmental </w:t>
            </w:r>
            <w:r w:rsidRPr="006C4C0D">
              <w:t xml:space="preserve">hazards, assess risks and implement controls in consultation with supervisor </w:t>
            </w:r>
          </w:p>
          <w:p w14:paraId="7835CF68" w14:textId="36C1DB17" w:rsidR="00255037" w:rsidRPr="00255037" w:rsidRDefault="00F75AEA" w:rsidP="00C43670">
            <w:r>
              <w:t xml:space="preserve">1.4 </w:t>
            </w:r>
            <w:r w:rsidRPr="00F75AEA">
              <w:t>Select, ensure serviceability, fit and use personal protective equipment</w:t>
            </w:r>
            <w:r w:rsidRPr="00F75AEA" w:rsidDel="006C4C0D">
              <w:t xml:space="preserve"> </w:t>
            </w:r>
          </w:p>
        </w:tc>
      </w:tr>
      <w:tr w:rsidR="00255037" w:rsidRPr="00963A46" w14:paraId="6F2C1B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40D7CF" w14:textId="4F04D905" w:rsidR="00255037" w:rsidRPr="00255037" w:rsidRDefault="00255037" w:rsidP="00255037">
            <w:pPr>
              <w:pStyle w:val="SIText"/>
            </w:pPr>
            <w:r>
              <w:t>2.</w:t>
            </w:r>
            <w:r w:rsidR="000D5FDF">
              <w:t xml:space="preserve"> </w:t>
            </w:r>
            <w:r w:rsidRPr="00255037">
              <w:t>Prepare the planting area</w:t>
            </w:r>
          </w:p>
        </w:tc>
        <w:tc>
          <w:tcPr>
            <w:tcW w:w="3604" w:type="pct"/>
            <w:shd w:val="clear" w:color="auto" w:fill="auto"/>
          </w:tcPr>
          <w:p w14:paraId="12A3EFC7" w14:textId="5D9BF9CA" w:rsidR="00255037" w:rsidRPr="00255037" w:rsidRDefault="00255037" w:rsidP="00C43670">
            <w:r w:rsidRPr="00480C5C">
              <w:t>2.1</w:t>
            </w:r>
            <w:r>
              <w:t xml:space="preserve"> </w:t>
            </w:r>
            <w:r w:rsidR="006C4C0D" w:rsidRPr="006C4C0D">
              <w:t xml:space="preserve">Interpret site plans to locate </w:t>
            </w:r>
            <w:r w:rsidR="006C4C0D">
              <w:t xml:space="preserve">and avoid </w:t>
            </w:r>
            <w:r w:rsidR="006C4C0D" w:rsidRPr="006C4C0D">
              <w:t xml:space="preserve">services </w:t>
            </w:r>
            <w:r w:rsidR="006C4C0D">
              <w:t xml:space="preserve">while </w:t>
            </w:r>
            <w:r w:rsidRPr="00480C5C">
              <w:t>undertaking earthworks</w:t>
            </w:r>
            <w:r w:rsidR="006C4C0D" w:rsidRPr="006C4C0D">
              <w:t xml:space="preserve"> in consultation with the supervisor</w:t>
            </w:r>
          </w:p>
          <w:p w14:paraId="36325506" w14:textId="523CCB7C" w:rsidR="00255037" w:rsidRPr="00255037" w:rsidRDefault="00255037" w:rsidP="00255037">
            <w:pPr>
              <w:pStyle w:val="SIText"/>
            </w:pPr>
            <w:r w:rsidRPr="00480C5C">
              <w:t>2.2</w:t>
            </w:r>
            <w:r>
              <w:t xml:space="preserve"> </w:t>
            </w:r>
            <w:r w:rsidR="006C4C0D">
              <w:t>Implement weed c</w:t>
            </w:r>
            <w:r w:rsidRPr="00480C5C">
              <w:t xml:space="preserve">ontrol </w:t>
            </w:r>
            <w:r w:rsidR="006C4C0D">
              <w:t xml:space="preserve">strategies according to turf establishment </w:t>
            </w:r>
            <w:r w:rsidR="007E08F6">
              <w:t>program</w:t>
            </w:r>
            <w:r w:rsidR="006C4C0D">
              <w:t xml:space="preserve"> and supervisor instructions</w:t>
            </w:r>
          </w:p>
          <w:p w14:paraId="43F495B4" w14:textId="08D5CBA6" w:rsidR="00255037" w:rsidRPr="00255037" w:rsidRDefault="00255037" w:rsidP="00255037">
            <w:pPr>
              <w:pStyle w:val="SIText"/>
            </w:pPr>
            <w:r w:rsidRPr="00480C5C">
              <w:t>2.3</w:t>
            </w:r>
            <w:r>
              <w:t xml:space="preserve"> </w:t>
            </w:r>
            <w:r w:rsidRPr="00480C5C">
              <w:t xml:space="preserve">Check soil </w:t>
            </w:r>
            <w:r w:rsidR="006C4C0D">
              <w:t xml:space="preserve">condition to ensure it meets turf establishment </w:t>
            </w:r>
            <w:r w:rsidR="007E08F6">
              <w:t xml:space="preserve">program </w:t>
            </w:r>
            <w:r w:rsidR="006C4C0D">
              <w:t>specifications</w:t>
            </w:r>
          </w:p>
          <w:p w14:paraId="19200205" w14:textId="0CF25628" w:rsidR="00255037" w:rsidRPr="00255037" w:rsidRDefault="00255037" w:rsidP="00255037">
            <w:pPr>
              <w:pStyle w:val="SIText"/>
            </w:pPr>
            <w:r w:rsidRPr="00480C5C">
              <w:t>2.4</w:t>
            </w:r>
            <w:r>
              <w:t xml:space="preserve"> </w:t>
            </w:r>
            <w:r w:rsidRPr="00480C5C">
              <w:t xml:space="preserve">Apply soil additives </w:t>
            </w:r>
            <w:r w:rsidR="003B1852">
              <w:t xml:space="preserve">according to turf establishment </w:t>
            </w:r>
            <w:r w:rsidR="007E08F6">
              <w:t>program</w:t>
            </w:r>
            <w:r w:rsidR="003B1852">
              <w:t xml:space="preserve"> and supervisor instructions</w:t>
            </w:r>
          </w:p>
          <w:p w14:paraId="7BFA354E" w14:textId="47DFFA02" w:rsidR="00255037" w:rsidRPr="00255037" w:rsidRDefault="00255037" w:rsidP="00255037">
            <w:pPr>
              <w:pStyle w:val="SIText"/>
            </w:pPr>
            <w:r w:rsidRPr="00480C5C">
              <w:t>2.5</w:t>
            </w:r>
            <w:r>
              <w:t xml:space="preserve"> </w:t>
            </w:r>
            <w:r w:rsidR="003B1852">
              <w:t xml:space="preserve">Prepare the soil surface </w:t>
            </w:r>
            <w:r w:rsidR="007E08F6">
              <w:t xml:space="preserve">and moisture conditions </w:t>
            </w:r>
            <w:r w:rsidR="003B1852">
              <w:t xml:space="preserve">ready to receive the turf propagation material </w:t>
            </w:r>
            <w:r w:rsidR="007E08F6">
              <w:t>according to turf establishment program</w:t>
            </w:r>
          </w:p>
          <w:p w14:paraId="3A15BE23" w14:textId="5B852E8B" w:rsidR="00255037" w:rsidRPr="00255037" w:rsidRDefault="00255037">
            <w:pPr>
              <w:pStyle w:val="SIText"/>
            </w:pPr>
            <w:r w:rsidRPr="00480C5C">
              <w:t>2.</w:t>
            </w:r>
            <w:r w:rsidR="007E08F6">
              <w:t>6</w:t>
            </w:r>
            <w:r>
              <w:t xml:space="preserve"> </w:t>
            </w:r>
            <w:r w:rsidR="007E08F6">
              <w:t>Collect and dispose of waste according to workplace and environmental procedures</w:t>
            </w:r>
          </w:p>
        </w:tc>
      </w:tr>
      <w:tr w:rsidR="00255037" w:rsidRPr="00963A46" w14:paraId="7A9DCC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2CE44E" w14:textId="08066E6F" w:rsidR="00255037" w:rsidRPr="00255037" w:rsidRDefault="00255037" w:rsidP="00255037">
            <w:pPr>
              <w:pStyle w:val="SIText"/>
            </w:pPr>
            <w:r>
              <w:t>3.</w:t>
            </w:r>
            <w:r w:rsidR="000D5FDF">
              <w:t xml:space="preserve"> </w:t>
            </w:r>
            <w:r w:rsidRPr="00255037">
              <w:t>Plant turf</w:t>
            </w:r>
          </w:p>
        </w:tc>
        <w:tc>
          <w:tcPr>
            <w:tcW w:w="3604" w:type="pct"/>
            <w:shd w:val="clear" w:color="auto" w:fill="auto"/>
          </w:tcPr>
          <w:p w14:paraId="773F3EB4" w14:textId="1D6417FB" w:rsidR="00255037" w:rsidRPr="00255037" w:rsidRDefault="00255037" w:rsidP="00255037">
            <w:pPr>
              <w:pStyle w:val="SIText"/>
            </w:pPr>
            <w:r w:rsidRPr="00480C5C">
              <w:t>3.1</w:t>
            </w:r>
            <w:r>
              <w:t xml:space="preserve"> </w:t>
            </w:r>
            <w:r w:rsidR="007E08F6">
              <w:t>Check</w:t>
            </w:r>
            <w:r w:rsidR="007E08F6" w:rsidRPr="00480C5C">
              <w:t xml:space="preserve"> </w:t>
            </w:r>
            <w:r w:rsidRPr="00480C5C">
              <w:t xml:space="preserve">turf </w:t>
            </w:r>
            <w:r w:rsidR="007E08F6">
              <w:t>propagation</w:t>
            </w:r>
            <w:r w:rsidR="007E08F6" w:rsidRPr="00255037">
              <w:t xml:space="preserve"> material</w:t>
            </w:r>
            <w:r w:rsidR="007E08F6">
              <w:t xml:space="preserve"> against turf establishment specifications and  report </w:t>
            </w:r>
            <w:r w:rsidRPr="00255037">
              <w:t>defects</w:t>
            </w:r>
            <w:r w:rsidR="007E08F6">
              <w:t xml:space="preserve"> according to workplace procedures</w:t>
            </w:r>
          </w:p>
          <w:p w14:paraId="19201D01" w14:textId="23F8BADF" w:rsidR="00AA2FD3" w:rsidRDefault="00255037" w:rsidP="00255037">
            <w:pPr>
              <w:pStyle w:val="SIText"/>
            </w:pPr>
            <w:r w:rsidRPr="00480C5C">
              <w:t>3.2</w:t>
            </w:r>
            <w:r>
              <w:t xml:space="preserve"> </w:t>
            </w:r>
            <w:r w:rsidR="00AA2FD3">
              <w:t>Distribute turf propagation material on turf area according to the turf establishment program</w:t>
            </w:r>
          </w:p>
          <w:p w14:paraId="0ABFC965" w14:textId="3DBE5ECF" w:rsidR="00255037" w:rsidRPr="00255037" w:rsidRDefault="00255037" w:rsidP="00677BAC">
            <w:pPr>
              <w:pStyle w:val="SIText"/>
            </w:pPr>
            <w:r w:rsidRPr="00480C5C">
              <w:t>3.3</w:t>
            </w:r>
            <w:r>
              <w:t xml:space="preserve"> </w:t>
            </w:r>
            <w:r w:rsidR="00AA2FD3">
              <w:t xml:space="preserve">Implement irrigation requirements to newly propagated turf according to </w:t>
            </w:r>
            <w:r w:rsidR="00677BAC">
              <w:t>supervisor instructions</w:t>
            </w:r>
            <w:r w:rsidR="00AA2FD3">
              <w:t xml:space="preserve"> </w:t>
            </w:r>
          </w:p>
        </w:tc>
      </w:tr>
      <w:tr w:rsidR="00255037" w:rsidRPr="00963A46" w14:paraId="10C6DB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EEC29" w14:textId="79C75516" w:rsidR="00255037" w:rsidRPr="00255037" w:rsidRDefault="00255037" w:rsidP="00255037">
            <w:pPr>
              <w:pStyle w:val="SIText"/>
            </w:pPr>
            <w:r>
              <w:lastRenderedPageBreak/>
              <w:t>4.</w:t>
            </w:r>
            <w:r w:rsidR="000D5FDF">
              <w:t xml:space="preserve"> </w:t>
            </w:r>
            <w:r w:rsidRPr="00255037">
              <w:t>Provide post-planting care</w:t>
            </w:r>
          </w:p>
        </w:tc>
        <w:tc>
          <w:tcPr>
            <w:tcW w:w="3604" w:type="pct"/>
            <w:shd w:val="clear" w:color="auto" w:fill="auto"/>
          </w:tcPr>
          <w:p w14:paraId="5BA6A6A7" w14:textId="7D7F686F" w:rsidR="00255037" w:rsidRPr="00255037" w:rsidRDefault="00255037" w:rsidP="00255037">
            <w:pPr>
              <w:pStyle w:val="SIText"/>
            </w:pPr>
            <w:r w:rsidRPr="00480C5C">
              <w:t>4.1</w:t>
            </w:r>
            <w:r>
              <w:t xml:space="preserve"> </w:t>
            </w:r>
            <w:r w:rsidRPr="00480C5C">
              <w:t xml:space="preserve">Protect the site from </w:t>
            </w:r>
            <w:r w:rsidR="00815A4A">
              <w:t>disturbance and damage according to workplace procedures</w:t>
            </w:r>
          </w:p>
          <w:p w14:paraId="1394014F" w14:textId="4B480616" w:rsidR="00F3540B" w:rsidRDefault="00255037" w:rsidP="00255037">
            <w:pPr>
              <w:pStyle w:val="SIText"/>
            </w:pPr>
            <w:r w:rsidRPr="00480C5C">
              <w:t>4.2</w:t>
            </w:r>
            <w:r>
              <w:t xml:space="preserve"> </w:t>
            </w:r>
            <w:r w:rsidR="00F3540B">
              <w:t>Implement turf mowing practices during the establishment phase according to workplace procedures and supervisor instructions</w:t>
            </w:r>
          </w:p>
          <w:p w14:paraId="2C078427" w14:textId="31045738" w:rsidR="00ED6E45" w:rsidRDefault="00255037" w:rsidP="00255037">
            <w:pPr>
              <w:pStyle w:val="SIText"/>
            </w:pPr>
            <w:r w:rsidRPr="00480C5C">
              <w:t>4.</w:t>
            </w:r>
            <w:r w:rsidR="00513237">
              <w:t>3</w:t>
            </w:r>
            <w:r>
              <w:t xml:space="preserve"> </w:t>
            </w:r>
            <w:r w:rsidRPr="00480C5C">
              <w:t xml:space="preserve">Apply top dressing </w:t>
            </w:r>
            <w:r w:rsidR="00ED6E45">
              <w:t>to level the turf area according to turf establishment specifications</w:t>
            </w:r>
          </w:p>
          <w:p w14:paraId="73537FCA" w14:textId="7981A14A" w:rsidR="00A02B33" w:rsidRDefault="00A02B33" w:rsidP="00255037">
            <w:pPr>
              <w:pStyle w:val="SIText"/>
            </w:pPr>
            <w:r>
              <w:t xml:space="preserve">4.4 </w:t>
            </w:r>
            <w:r w:rsidRPr="00A02B33">
              <w:t>Apply fertiliser amendments to enhance plant health in consultation with the supervisor</w:t>
            </w:r>
          </w:p>
          <w:p w14:paraId="0492DA21" w14:textId="1968AE33" w:rsidR="00255037" w:rsidRPr="00255037" w:rsidRDefault="00255037">
            <w:pPr>
              <w:pStyle w:val="SIText"/>
            </w:pPr>
            <w:r w:rsidRPr="00480C5C">
              <w:t>4.5</w:t>
            </w:r>
            <w:r>
              <w:t xml:space="preserve"> </w:t>
            </w:r>
            <w:r w:rsidR="00513237">
              <w:t>Assess</w:t>
            </w:r>
            <w:r w:rsidR="00F3540B">
              <w:t xml:space="preserve"> </w:t>
            </w:r>
            <w:r w:rsidR="00513237">
              <w:t xml:space="preserve">turf site </w:t>
            </w:r>
            <w:r w:rsidR="00F3540B">
              <w:t xml:space="preserve">soil moisture condition and rectify according to </w:t>
            </w:r>
            <w:r w:rsidR="00677BAC">
              <w:t>supervisor instructions</w:t>
            </w:r>
          </w:p>
        </w:tc>
      </w:tr>
      <w:tr w:rsidR="00255037" w:rsidRPr="00963A46" w14:paraId="2358CB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A3B2E" w14:textId="6F18391B" w:rsidR="00255037" w:rsidRPr="00255037" w:rsidRDefault="00255037" w:rsidP="00255037">
            <w:pPr>
              <w:pStyle w:val="SIText"/>
            </w:pPr>
            <w:r>
              <w:t>5.</w:t>
            </w:r>
            <w:r w:rsidR="000D5FDF">
              <w:t xml:space="preserve"> </w:t>
            </w:r>
            <w:r w:rsidRPr="00255037">
              <w:t>Complete establishment of the planted area</w:t>
            </w:r>
          </w:p>
        </w:tc>
        <w:tc>
          <w:tcPr>
            <w:tcW w:w="3604" w:type="pct"/>
            <w:shd w:val="clear" w:color="auto" w:fill="auto"/>
          </w:tcPr>
          <w:p w14:paraId="136DAA05" w14:textId="2FF924AD" w:rsidR="00ED6E45" w:rsidRDefault="00255037" w:rsidP="00255037">
            <w:pPr>
              <w:pStyle w:val="SIText"/>
            </w:pPr>
            <w:r w:rsidRPr="00480C5C">
              <w:t>5.1</w:t>
            </w:r>
            <w:r>
              <w:t xml:space="preserve"> </w:t>
            </w:r>
            <w:r w:rsidR="00ED6E45" w:rsidRPr="00ED6E45">
              <w:t xml:space="preserve">Clean and maintain tools, equipment and machinery according to workplace procedures </w:t>
            </w:r>
          </w:p>
          <w:p w14:paraId="36E9485A" w14:textId="4A09F234" w:rsidR="00ED6E45" w:rsidRDefault="00ED6E45" w:rsidP="00255037">
            <w:pPr>
              <w:pStyle w:val="SIText"/>
            </w:pPr>
            <w:r w:rsidRPr="00ED6E45">
              <w:t xml:space="preserve">5.2 Collect and store tools, equipment, machinery and unused materials according to workplace </w:t>
            </w:r>
            <w:r w:rsidR="00FA7151">
              <w:t>and environmental procedures</w:t>
            </w:r>
            <w:r w:rsidRPr="00ED6E45">
              <w:t xml:space="preserve"> </w:t>
            </w:r>
          </w:p>
          <w:p w14:paraId="4A54694F" w14:textId="20699707" w:rsidR="00255037" w:rsidRPr="00255037" w:rsidRDefault="00255037">
            <w:pPr>
              <w:pStyle w:val="SIText"/>
            </w:pPr>
            <w:r w:rsidRPr="00480C5C">
              <w:t>5.</w:t>
            </w:r>
            <w:r w:rsidR="00125FE1">
              <w:t>3</w:t>
            </w:r>
            <w:r>
              <w:t xml:space="preserve"> </w:t>
            </w:r>
            <w:r w:rsidRPr="00480C5C">
              <w:t xml:space="preserve">Record and report work outcomes </w:t>
            </w:r>
            <w:r w:rsidR="00ED6E45">
              <w:t xml:space="preserve">according </w:t>
            </w:r>
            <w:r w:rsidRPr="00480C5C">
              <w:t xml:space="preserve">to </w:t>
            </w:r>
            <w:r w:rsidR="00ED6E45">
              <w:t>workplace procedures</w:t>
            </w:r>
          </w:p>
        </w:tc>
      </w:tr>
    </w:tbl>
    <w:p w14:paraId="207272EA" w14:textId="77777777" w:rsidR="005F771F" w:rsidRDefault="005F771F" w:rsidP="005F771F">
      <w:pPr>
        <w:pStyle w:val="SIText"/>
      </w:pPr>
    </w:p>
    <w:p w14:paraId="61AF2F88" w14:textId="0DD3B060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34327" w14:paraId="391D9111" w14:textId="77777777" w:rsidTr="0093432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ADC7" w14:textId="77777777" w:rsidR="00934327" w:rsidRPr="00934327" w:rsidRDefault="00934327" w:rsidP="00934327">
            <w:pPr>
              <w:pStyle w:val="SIHeading2"/>
            </w:pPr>
            <w:r w:rsidRPr="00934327">
              <w:t>Foundation Skills</w:t>
            </w:r>
          </w:p>
          <w:p w14:paraId="1A408AE7" w14:textId="77777777" w:rsidR="00934327" w:rsidRPr="00934327" w:rsidRDefault="00934327" w:rsidP="00934327">
            <w:pPr>
              <w:rPr>
                <w:rStyle w:val="SIText-Italic"/>
                <w:lang w:eastAsia="en-US"/>
              </w:rPr>
            </w:pPr>
            <w:r w:rsidRPr="009343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34327" w14:paraId="683274DE" w14:textId="77777777" w:rsidTr="0093432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0827" w14:textId="77777777" w:rsidR="00934327" w:rsidRPr="00934327" w:rsidRDefault="00934327" w:rsidP="00934327">
            <w:pPr>
              <w:pStyle w:val="SIText-Bold"/>
              <w:rPr>
                <w:rFonts w:eastAsiaTheme="majorEastAsia"/>
              </w:rPr>
            </w:pPr>
            <w:r w:rsidRPr="009343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84E1" w14:textId="77777777" w:rsidR="00934327" w:rsidRPr="00934327" w:rsidRDefault="00934327" w:rsidP="00934327">
            <w:pPr>
              <w:pStyle w:val="SIText-Bold"/>
              <w:rPr>
                <w:rFonts w:eastAsiaTheme="majorEastAsia"/>
              </w:rPr>
            </w:pPr>
            <w:r w:rsidRPr="00934327">
              <w:rPr>
                <w:rFonts w:eastAsiaTheme="majorEastAsia"/>
              </w:rPr>
              <w:t>Description</w:t>
            </w:r>
          </w:p>
        </w:tc>
      </w:tr>
      <w:tr w:rsidR="00F75AEA" w:rsidRPr="00B9371A" w14:paraId="2FB17B54" w14:textId="77777777" w:rsidTr="003279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310" w14:textId="77777777" w:rsidR="00F75AEA" w:rsidRPr="00F75AEA" w:rsidRDefault="00F75AEA" w:rsidP="00F75AEA">
            <w:pPr>
              <w:pStyle w:val="SIText"/>
            </w:pPr>
            <w:r w:rsidRPr="00F75AE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C138" w14:textId="622107D3" w:rsidR="00F75AEA" w:rsidRPr="00F75AEA" w:rsidRDefault="00F75AEA">
            <w:pPr>
              <w:pStyle w:val="SIBulletList1"/>
            </w:pPr>
            <w:r w:rsidRPr="00F75AEA">
              <w:t xml:space="preserve">Interpret symbols and </w:t>
            </w:r>
            <w:r>
              <w:t xml:space="preserve">text </w:t>
            </w:r>
            <w:r w:rsidR="00E33D18">
              <w:t>from</w:t>
            </w:r>
            <w:r>
              <w:t xml:space="preserve"> turf product </w:t>
            </w:r>
            <w:r w:rsidR="00E33D18">
              <w:t xml:space="preserve">supplier packaging and other </w:t>
            </w:r>
            <w:r>
              <w:t xml:space="preserve">information </w:t>
            </w:r>
            <w:r w:rsidR="00E33D18">
              <w:t>sources</w:t>
            </w:r>
            <w:r>
              <w:t xml:space="preserve"> </w:t>
            </w:r>
            <w:r w:rsidRPr="00F75AEA">
              <w:t xml:space="preserve">to identify </w:t>
            </w:r>
            <w:r>
              <w:t xml:space="preserve">critical </w:t>
            </w:r>
            <w:r w:rsidRPr="00F75AEA">
              <w:t>information</w:t>
            </w:r>
            <w:r w:rsidR="00E33D18">
              <w:t xml:space="preserve"> for safety and application.</w:t>
            </w:r>
          </w:p>
        </w:tc>
      </w:tr>
      <w:tr w:rsidR="00934327" w14:paraId="390FC63F" w14:textId="77777777" w:rsidTr="009343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7A42" w14:textId="77777777" w:rsidR="00934327" w:rsidRPr="00934327" w:rsidRDefault="00934327" w:rsidP="00934327">
            <w:pPr>
              <w:pStyle w:val="SIText"/>
            </w:pPr>
            <w:r w:rsidRPr="0093432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581" w14:textId="77777777" w:rsidR="00F75AEA" w:rsidRPr="00F75AEA" w:rsidRDefault="00F75AEA" w:rsidP="00F75AEA">
            <w:pPr>
              <w:pStyle w:val="SIBulletList1"/>
            </w:pPr>
            <w:r w:rsidRPr="00F75AEA">
              <w:t>Use open and closed questions logically to clarify work instructions</w:t>
            </w:r>
          </w:p>
          <w:p w14:paraId="410006C0" w14:textId="5FEF87A2" w:rsidR="00934327" w:rsidRPr="00934327" w:rsidRDefault="00F75AEA" w:rsidP="00B22F3C">
            <w:pPr>
              <w:pStyle w:val="SIBulletList1"/>
            </w:pPr>
            <w:r w:rsidRPr="00F75AEA">
              <w:t xml:space="preserve">Use industry terminology to communicate with </w:t>
            </w:r>
            <w:r w:rsidR="00B22F3C">
              <w:t>supervisor</w:t>
            </w:r>
          </w:p>
        </w:tc>
      </w:tr>
      <w:tr w:rsidR="00934327" w14:paraId="105883AE" w14:textId="77777777" w:rsidTr="009343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3834" w14:textId="77777777" w:rsidR="00934327" w:rsidRPr="00934327" w:rsidRDefault="00934327" w:rsidP="00934327">
            <w:pPr>
              <w:pStyle w:val="SIText"/>
            </w:pPr>
            <w:r w:rsidRPr="0093432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A25" w14:textId="2C62431B" w:rsidR="00934327" w:rsidRPr="00934327" w:rsidRDefault="00F75AEA" w:rsidP="00F75AEA">
            <w:pPr>
              <w:pStyle w:val="SIBulletList1"/>
            </w:pPr>
            <w:r w:rsidRPr="00F75AEA">
              <w:t>Estimates and calculates distance, area, volumes</w:t>
            </w:r>
            <w:r>
              <w:t>, percentage</w:t>
            </w:r>
            <w:r w:rsidRPr="00F75AEA">
              <w:t xml:space="preserve"> and ratio</w:t>
            </w:r>
          </w:p>
        </w:tc>
      </w:tr>
    </w:tbl>
    <w:p w14:paraId="33187F46" w14:textId="77777777" w:rsidR="00916CD7" w:rsidRDefault="00916CD7" w:rsidP="005F771F">
      <w:pPr>
        <w:pStyle w:val="SIText"/>
      </w:pPr>
    </w:p>
    <w:p w14:paraId="152485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CD25D" w14:textId="77777777" w:rsidTr="00F33FF2">
        <w:tc>
          <w:tcPr>
            <w:tcW w:w="5000" w:type="pct"/>
            <w:gridSpan w:val="4"/>
          </w:tcPr>
          <w:p w14:paraId="352AD15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D23ABB" w14:textId="77777777" w:rsidTr="00F33FF2">
        <w:tc>
          <w:tcPr>
            <w:tcW w:w="1028" w:type="pct"/>
          </w:tcPr>
          <w:p w14:paraId="6F0F0DA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8ABD2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86FE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DA4D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5037" w14:paraId="7651CD26" w14:textId="77777777" w:rsidTr="00F33FF2">
        <w:tc>
          <w:tcPr>
            <w:tcW w:w="1028" w:type="pct"/>
          </w:tcPr>
          <w:p w14:paraId="1E2417D7" w14:textId="77777777" w:rsidR="00255037" w:rsidRPr="00255037" w:rsidRDefault="00255037" w:rsidP="00255037">
            <w:pPr>
              <w:pStyle w:val="SIText"/>
            </w:pPr>
            <w:r>
              <w:t>AHCTRF204</w:t>
            </w:r>
            <w:r w:rsidRPr="00255037">
              <w:t xml:space="preserve"> Support turf establishment</w:t>
            </w:r>
          </w:p>
        </w:tc>
        <w:tc>
          <w:tcPr>
            <w:tcW w:w="1105" w:type="pct"/>
          </w:tcPr>
          <w:p w14:paraId="69B348FA" w14:textId="50B52678" w:rsidR="00255037" w:rsidRPr="00255037" w:rsidRDefault="00255037">
            <w:pPr>
              <w:pStyle w:val="SIText"/>
            </w:pPr>
            <w:r w:rsidRPr="00971CA1">
              <w:t>AHCTRF204 Support turf establishment</w:t>
            </w:r>
          </w:p>
        </w:tc>
        <w:tc>
          <w:tcPr>
            <w:tcW w:w="1251" w:type="pct"/>
          </w:tcPr>
          <w:p w14:paraId="088BD683" w14:textId="03333908" w:rsidR="00677BAC" w:rsidRDefault="00677BAC" w:rsidP="00677BAC">
            <w:pPr>
              <w:pStyle w:val="SIText"/>
            </w:pPr>
            <w:r>
              <w:t>C</w:t>
            </w:r>
            <w:r w:rsidRPr="00E9167B">
              <w:t>hange</w:t>
            </w:r>
            <w:r w:rsidR="00611A3A">
              <w:t xml:space="preserve">s to </w:t>
            </w:r>
            <w:r>
              <w:t xml:space="preserve"> P</w:t>
            </w:r>
            <w:r w:rsidRPr="00E9167B">
              <w:t>erformance Criteria for clarity</w:t>
            </w:r>
          </w:p>
          <w:p w14:paraId="5DE7D3D9" w14:textId="77777777" w:rsidR="00677BAC" w:rsidRDefault="00677BAC" w:rsidP="00677BAC">
            <w:r w:rsidRPr="005D1029">
              <w:t>Updated Performance Evidence and Knowledge Evidence</w:t>
            </w:r>
          </w:p>
          <w:p w14:paraId="1E038FAA" w14:textId="77777777" w:rsidR="00255037" w:rsidRPr="000754EC" w:rsidRDefault="00255037" w:rsidP="00255037">
            <w:pPr>
              <w:pStyle w:val="SIText"/>
            </w:pPr>
          </w:p>
        </w:tc>
        <w:tc>
          <w:tcPr>
            <w:tcW w:w="1616" w:type="pct"/>
          </w:tcPr>
          <w:p w14:paraId="09AB355E" w14:textId="77777777" w:rsidR="00255037" w:rsidRPr="00255037" w:rsidRDefault="00255037" w:rsidP="00255037">
            <w:pPr>
              <w:pStyle w:val="SIText"/>
            </w:pPr>
            <w:r w:rsidRPr="000754EC">
              <w:t xml:space="preserve">Equivalent unit </w:t>
            </w:r>
          </w:p>
          <w:p w14:paraId="082B0B01" w14:textId="77777777" w:rsidR="00255037" w:rsidRPr="00255037" w:rsidRDefault="00255037" w:rsidP="00255037">
            <w:pPr>
              <w:pStyle w:val="SIText"/>
            </w:pPr>
          </w:p>
        </w:tc>
      </w:tr>
    </w:tbl>
    <w:p w14:paraId="3B3815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4E6D98" w14:textId="77777777" w:rsidTr="00CA2922">
        <w:tc>
          <w:tcPr>
            <w:tcW w:w="1396" w:type="pct"/>
            <w:shd w:val="clear" w:color="auto" w:fill="auto"/>
          </w:tcPr>
          <w:p w14:paraId="71AF01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E84FE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3CF32CA" w14:textId="77777777" w:rsidR="00F1480E" w:rsidRDefault="00F1480E" w:rsidP="005F771F">
      <w:pPr>
        <w:pStyle w:val="SIText"/>
      </w:pPr>
    </w:p>
    <w:p w14:paraId="1EDC4F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4D23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9164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7B239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55037">
              <w:t>AHCTRF204</w:t>
            </w:r>
            <w:r w:rsidR="00255037" w:rsidRPr="00255037">
              <w:t xml:space="preserve"> Support turf establishment</w:t>
            </w:r>
          </w:p>
        </w:tc>
      </w:tr>
      <w:tr w:rsidR="00556C4C" w:rsidRPr="00A55106" w14:paraId="452FD4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4A5F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E3DCB" w14:textId="77777777" w:rsidTr="00113678">
        <w:tc>
          <w:tcPr>
            <w:tcW w:w="5000" w:type="pct"/>
            <w:gridSpan w:val="2"/>
            <w:shd w:val="clear" w:color="auto" w:fill="auto"/>
          </w:tcPr>
          <w:p w14:paraId="12059C38" w14:textId="44E36BEC" w:rsidR="005E335D" w:rsidRDefault="00324B6E" w:rsidP="00324B6E">
            <w:r w:rsidRPr="00324B6E">
              <w:t xml:space="preserve">An individual demonstrating competency must satisfy all of the elements and performance criteria in this unit. </w:t>
            </w:r>
          </w:p>
          <w:p w14:paraId="79FC9315" w14:textId="3D789700" w:rsidR="005E335D" w:rsidRDefault="005E335D" w:rsidP="005E335D">
            <w:r w:rsidRPr="005E335D">
              <w:t xml:space="preserve">There must be evidence that the individual has </w:t>
            </w:r>
            <w:r>
              <w:t xml:space="preserve">established a </w:t>
            </w:r>
            <w:r w:rsidRPr="005E335D">
              <w:t xml:space="preserve">turf surface </w:t>
            </w:r>
            <w:r>
              <w:t xml:space="preserve">using at least </w:t>
            </w:r>
            <w:r w:rsidR="00E33D18">
              <w:t>three</w:t>
            </w:r>
            <w:r w:rsidRPr="005E335D">
              <w:t xml:space="preserve"> </w:t>
            </w:r>
            <w:r w:rsidR="007B42A3">
              <w:t>different propagation materials</w:t>
            </w:r>
            <w:r w:rsidR="00E33D18">
              <w:t>, including</w:t>
            </w:r>
            <w:r>
              <w:t>:</w:t>
            </w:r>
          </w:p>
          <w:p w14:paraId="41C3601C" w14:textId="4F744325" w:rsidR="005E335D" w:rsidRDefault="006E48EB" w:rsidP="00C43670">
            <w:pPr>
              <w:pStyle w:val="SIBulletList2"/>
            </w:pPr>
            <w:r>
              <w:t>s</w:t>
            </w:r>
            <w:r w:rsidR="005E335D">
              <w:t>eed</w:t>
            </w:r>
            <w:r w:rsidR="007B42A3">
              <w:t xml:space="preserve"> (either hand seed sowing, mechanical seed sowing, hydro-seeding, or drilling)</w:t>
            </w:r>
          </w:p>
          <w:p w14:paraId="7821E2B3" w14:textId="5645A674" w:rsidR="005E335D" w:rsidRPr="005E335D" w:rsidRDefault="006E48EB" w:rsidP="00C43670">
            <w:pPr>
              <w:pStyle w:val="SIBulletList2"/>
            </w:pPr>
            <w:r>
              <w:t>s</w:t>
            </w:r>
            <w:r w:rsidR="005E335D">
              <w:t>od</w:t>
            </w:r>
            <w:r w:rsidR="007B42A3">
              <w:t xml:space="preserve"> (turf rolls or sheets)</w:t>
            </w:r>
          </w:p>
          <w:p w14:paraId="3D586A3B" w14:textId="33B34396" w:rsidR="007B42A3" w:rsidRDefault="00E33D18" w:rsidP="00B62E2A">
            <w:pPr>
              <w:pStyle w:val="SIBulletList1"/>
            </w:pPr>
            <w:r>
              <w:t>and one of</w:t>
            </w:r>
            <w:r w:rsidR="007B42A3">
              <w:t xml:space="preserve"> </w:t>
            </w:r>
            <w:r>
              <w:t xml:space="preserve">following </w:t>
            </w:r>
            <w:r w:rsidR="007B42A3">
              <w:t>method</w:t>
            </w:r>
            <w:r>
              <w:t>s</w:t>
            </w:r>
            <w:r w:rsidR="007B42A3">
              <w:t>:</w:t>
            </w:r>
          </w:p>
          <w:p w14:paraId="2ABF8396" w14:textId="65E5038C" w:rsidR="005E335D" w:rsidRDefault="007B42A3" w:rsidP="00C43670">
            <w:pPr>
              <w:pStyle w:val="SIBulletList2"/>
            </w:pPr>
            <w:r>
              <w:t xml:space="preserve">sprigs (either </w:t>
            </w:r>
            <w:r w:rsidRPr="007B42A3">
              <w:t>hand sprigging</w:t>
            </w:r>
            <w:r>
              <w:t>,</w:t>
            </w:r>
            <w:r w:rsidRPr="007B42A3">
              <w:t xml:space="preserve"> </w:t>
            </w:r>
            <w:r>
              <w:t>hydro sprigging, mechanical sprigging)</w:t>
            </w:r>
          </w:p>
          <w:p w14:paraId="1027DB9A" w14:textId="13988031" w:rsidR="005E335D" w:rsidRPr="00324B6E" w:rsidRDefault="007B42A3" w:rsidP="00C43670">
            <w:pPr>
              <w:pStyle w:val="SIBulletList2"/>
            </w:pPr>
            <w:proofErr w:type="gramStart"/>
            <w:r>
              <w:t>plugs</w:t>
            </w:r>
            <w:proofErr w:type="gramEnd"/>
            <w:r w:rsidR="00723E50">
              <w:t>.</w:t>
            </w:r>
          </w:p>
          <w:p w14:paraId="57F77DDF" w14:textId="77777777" w:rsidR="00255037" w:rsidRPr="00FD712E" w:rsidRDefault="00255037" w:rsidP="00255037">
            <w:pPr>
              <w:pStyle w:val="SIText"/>
            </w:pPr>
          </w:p>
          <w:p w14:paraId="4CA4CA9F" w14:textId="60377A8D" w:rsidR="00255037" w:rsidRPr="00255037" w:rsidRDefault="00C01104" w:rsidP="00255037">
            <w:pPr>
              <w:pStyle w:val="SIText"/>
            </w:pPr>
            <w:r>
              <w:t>There must be evidence that the individual has:</w:t>
            </w:r>
          </w:p>
          <w:p w14:paraId="1FC238FE" w14:textId="190068E5" w:rsidR="00723E50" w:rsidRPr="00723E50" w:rsidRDefault="00723E50" w:rsidP="00A36AA6">
            <w:pPr>
              <w:pStyle w:val="SIBulletList1"/>
            </w:pPr>
            <w:r w:rsidRPr="00723E50">
              <w:t xml:space="preserve">interpreted site plans and </w:t>
            </w:r>
            <w:r>
              <w:t>turf establishment instruction</w:t>
            </w:r>
            <w:r w:rsidR="00E33D18">
              <w:t>s</w:t>
            </w:r>
            <w:r w:rsidRPr="00723E50">
              <w:t xml:space="preserve"> to determine work site impediments and required</w:t>
            </w:r>
            <w:r>
              <w:t xml:space="preserve"> turf establishment</w:t>
            </w:r>
            <w:r w:rsidRPr="00723E50">
              <w:t xml:space="preserve"> activit</w:t>
            </w:r>
            <w:r>
              <w:t>ies</w:t>
            </w:r>
            <w:r w:rsidRPr="00723E50">
              <w:t xml:space="preserve"> </w:t>
            </w:r>
          </w:p>
          <w:p w14:paraId="4D416B24" w14:textId="3FC4CA1F" w:rsidR="00723E50" w:rsidRPr="00723E50" w:rsidRDefault="00723E50">
            <w:pPr>
              <w:pStyle w:val="SIBulletList1"/>
            </w:pPr>
            <w:r w:rsidRPr="00723E50">
              <w:t>identified, hazards and risks and implemented control measure</w:t>
            </w:r>
            <w:r w:rsidR="00E33D18">
              <w:t>s</w:t>
            </w:r>
            <w:r w:rsidRPr="00723E50">
              <w:t xml:space="preserve"> for pe</w:t>
            </w:r>
            <w:r>
              <w:t xml:space="preserve">rsonal and site specific safety </w:t>
            </w:r>
            <w:r w:rsidRPr="00723E50">
              <w:t>according to workplace procedures</w:t>
            </w:r>
          </w:p>
          <w:p w14:paraId="7F494410" w14:textId="01E837A4" w:rsidR="00723E50" w:rsidRPr="00723E50" w:rsidRDefault="00723E50" w:rsidP="004372D9">
            <w:pPr>
              <w:pStyle w:val="SIBulletList1"/>
            </w:pPr>
            <w:r w:rsidRPr="00723E50">
              <w:t>prepared materials, equipment, machinery and turf propagation materials ready for implementation</w:t>
            </w:r>
            <w:r>
              <w:t xml:space="preserve"> </w:t>
            </w:r>
            <w:r w:rsidRPr="00723E50">
              <w:t xml:space="preserve">according to </w:t>
            </w:r>
            <w:r>
              <w:t>turf establishment</w:t>
            </w:r>
            <w:r w:rsidRPr="00723E50">
              <w:t xml:space="preserve"> program</w:t>
            </w:r>
          </w:p>
          <w:p w14:paraId="32B5B5AF" w14:textId="039AA4A4" w:rsidR="00723E50" w:rsidRPr="00723E50" w:rsidRDefault="00723E50">
            <w:pPr>
              <w:pStyle w:val="SIBulletList1"/>
            </w:pPr>
            <w:r w:rsidRPr="00723E50">
              <w:t xml:space="preserve">performed turf </w:t>
            </w:r>
            <w:r>
              <w:t>establishment</w:t>
            </w:r>
            <w:r w:rsidRPr="00723E50">
              <w:t xml:space="preserve"> activities safely using equipment, machinery and materials according to</w:t>
            </w:r>
            <w:r>
              <w:t xml:space="preserve"> </w:t>
            </w:r>
            <w:r w:rsidRPr="00723E50">
              <w:t>renovation plan and workplace procedures</w:t>
            </w:r>
          </w:p>
          <w:p w14:paraId="059DA7CF" w14:textId="7B8AD230" w:rsidR="00723E50" w:rsidRPr="00723E50" w:rsidRDefault="00723E50">
            <w:pPr>
              <w:pStyle w:val="SIBulletList1"/>
            </w:pPr>
            <w:r w:rsidRPr="00723E50">
              <w:t xml:space="preserve">collected waste from </w:t>
            </w:r>
            <w:r>
              <w:t>turf establishment site</w:t>
            </w:r>
            <w:r w:rsidRPr="00723E50">
              <w:t xml:space="preserve"> and disposed of according to workplace safety and</w:t>
            </w:r>
            <w:r>
              <w:t xml:space="preserve"> </w:t>
            </w:r>
            <w:r w:rsidRPr="00723E50">
              <w:t>environmental procedures</w:t>
            </w:r>
          </w:p>
          <w:p w14:paraId="6D280568" w14:textId="63FFB8FE" w:rsidR="00723E50" w:rsidRPr="00723E50" w:rsidRDefault="00E33D18" w:rsidP="00723E50">
            <w:pPr>
              <w:pStyle w:val="SIBulletList1"/>
            </w:pPr>
            <w:r>
              <w:t xml:space="preserve">safely </w:t>
            </w:r>
            <w:r w:rsidR="00723E50" w:rsidRPr="00723E50">
              <w:t>transport</w:t>
            </w:r>
            <w:r w:rsidR="00723E50">
              <w:t>ed</w:t>
            </w:r>
            <w:r w:rsidR="00723E50" w:rsidRPr="00723E50">
              <w:t>, clean</w:t>
            </w:r>
            <w:r w:rsidR="00723E50">
              <w:t xml:space="preserve">ed, </w:t>
            </w:r>
            <w:r w:rsidR="00723E50" w:rsidRPr="00723E50">
              <w:t>maintain</w:t>
            </w:r>
            <w:r w:rsidR="00723E50">
              <w:t>ed</w:t>
            </w:r>
            <w:r w:rsidR="00723E50" w:rsidRPr="00723E50">
              <w:t xml:space="preserve"> and store</w:t>
            </w:r>
            <w:r w:rsidR="00723E50">
              <w:t>d</w:t>
            </w:r>
            <w:r w:rsidR="00723E50" w:rsidRPr="00723E50">
              <w:t xml:space="preserve"> turf establishment machinery and equipment</w:t>
            </w:r>
            <w:r w:rsidR="00723E50">
              <w:t xml:space="preserve"> according to workplace procedures</w:t>
            </w:r>
          </w:p>
          <w:p w14:paraId="3B483997" w14:textId="78E685A4" w:rsidR="00723E50" w:rsidRDefault="00723E50">
            <w:pPr>
              <w:pStyle w:val="SIBulletList1"/>
            </w:pPr>
            <w:proofErr w:type="gramStart"/>
            <w:r w:rsidRPr="00723E50">
              <w:t>recorded</w:t>
            </w:r>
            <w:proofErr w:type="gramEnd"/>
            <w:r w:rsidRPr="00723E50">
              <w:t xml:space="preserve"> and reported turf renovation activities, faults and issues according to enterprise procedures.</w:t>
            </w:r>
          </w:p>
          <w:p w14:paraId="5F0D5BF9" w14:textId="77777777" w:rsidR="00723E50" w:rsidRPr="000754EC" w:rsidRDefault="00723E50" w:rsidP="00C4367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1E5628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3E86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0176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5D5B4F" w14:textId="77777777" w:rsidTr="00CA2922">
        <w:tc>
          <w:tcPr>
            <w:tcW w:w="5000" w:type="pct"/>
            <w:shd w:val="clear" w:color="auto" w:fill="auto"/>
          </w:tcPr>
          <w:p w14:paraId="5D66F40A" w14:textId="5DDBEDEE" w:rsidR="00324B6E" w:rsidRDefault="00324B6E" w:rsidP="00324B6E">
            <w:r w:rsidRPr="00324B6E">
              <w:t>An individual must be able to demonstrate the knowledge required to perform the tasks outlined in the elements and performance criteria of this unit. This includes knowledge of:</w:t>
            </w:r>
          </w:p>
          <w:p w14:paraId="6EEFE9C5" w14:textId="77777777" w:rsidR="00D42E86" w:rsidRPr="00324B6E" w:rsidRDefault="00D42E86" w:rsidP="00324B6E"/>
          <w:p w14:paraId="4EBA7EC0" w14:textId="19B92C20" w:rsidR="00255037" w:rsidRPr="00255037" w:rsidRDefault="00255037" w:rsidP="00C43670">
            <w:pPr>
              <w:pStyle w:val="SIBulletList1"/>
            </w:pPr>
            <w:r w:rsidRPr="00FD712E">
              <w:t>principles and practice for support</w:t>
            </w:r>
            <w:r w:rsidR="003B1852">
              <w:t>s</w:t>
            </w:r>
            <w:r w:rsidRPr="00FD712E">
              <w:t xml:space="preserve"> turf establishment</w:t>
            </w:r>
            <w:r w:rsidR="003B1852">
              <w:t xml:space="preserve"> including:</w:t>
            </w:r>
          </w:p>
          <w:p w14:paraId="383E720B" w14:textId="052DC20B" w:rsidR="003B1852" w:rsidRDefault="003B1852">
            <w:pPr>
              <w:pStyle w:val="SIBulletList2"/>
            </w:pPr>
            <w:r w:rsidRPr="003B1852">
              <w:t xml:space="preserve">propagation </w:t>
            </w:r>
            <w:r>
              <w:t xml:space="preserve">methods for </w:t>
            </w:r>
            <w:r w:rsidRPr="003B1852">
              <w:t xml:space="preserve">new turf </w:t>
            </w:r>
            <w:r>
              <w:t xml:space="preserve">including, </w:t>
            </w:r>
            <w:r w:rsidRPr="003B1852">
              <w:t>seed</w:t>
            </w:r>
            <w:r>
              <w:t xml:space="preserve">, </w:t>
            </w:r>
            <w:r w:rsidRPr="003B1852">
              <w:t>sod</w:t>
            </w:r>
            <w:r>
              <w:t xml:space="preserve">, </w:t>
            </w:r>
            <w:r w:rsidRPr="003B1852">
              <w:t>sprigs</w:t>
            </w:r>
            <w:r>
              <w:t xml:space="preserve">, </w:t>
            </w:r>
            <w:r w:rsidRPr="003B1852">
              <w:t xml:space="preserve">plugs </w:t>
            </w:r>
          </w:p>
          <w:p w14:paraId="43229E87" w14:textId="7C8F28D2" w:rsidR="00AA2FD3" w:rsidRDefault="00AA2FD3">
            <w:pPr>
              <w:pStyle w:val="SIBulletList2"/>
            </w:pPr>
            <w:r>
              <w:t xml:space="preserve">distributing/laying/planting turf propagation materials to establish </w:t>
            </w:r>
            <w:r w:rsidRPr="00AA2FD3">
              <w:t>even</w:t>
            </w:r>
            <w:r>
              <w:t xml:space="preserve"> coverage </w:t>
            </w:r>
          </w:p>
          <w:p w14:paraId="5E4D8017" w14:textId="3416371E" w:rsidR="003B1852" w:rsidRDefault="003B1852">
            <w:pPr>
              <w:pStyle w:val="SIBulletList2"/>
            </w:pPr>
            <w:r>
              <w:t>applications of propa</w:t>
            </w:r>
            <w:r w:rsidR="007E08F6">
              <w:t>gation methods for sports turf</w:t>
            </w:r>
          </w:p>
          <w:p w14:paraId="58E603E7" w14:textId="1CE1DB7E" w:rsidR="003B1852" w:rsidRPr="003B1852" w:rsidRDefault="003B1852" w:rsidP="003B1852">
            <w:pPr>
              <w:pStyle w:val="SIBulletList2"/>
            </w:pPr>
            <w:r w:rsidRPr="003B1852">
              <w:t xml:space="preserve">sports turf grass species and their </w:t>
            </w:r>
            <w:r w:rsidR="00AA2FD3">
              <w:t xml:space="preserve">propagation and </w:t>
            </w:r>
            <w:r>
              <w:t>establishment</w:t>
            </w:r>
          </w:p>
          <w:p w14:paraId="28705218" w14:textId="444ACFBA" w:rsidR="003B1852" w:rsidRDefault="00BC49A0">
            <w:pPr>
              <w:pStyle w:val="SIBulletList2"/>
            </w:pPr>
            <w:r>
              <w:t xml:space="preserve">handling and assessing turf propagation materials for defects </w:t>
            </w:r>
          </w:p>
          <w:p w14:paraId="33553C98" w14:textId="6B12AF7D" w:rsidR="00AA2FD3" w:rsidRDefault="00AA2FD3">
            <w:pPr>
              <w:pStyle w:val="SIBulletList2"/>
            </w:pPr>
            <w:r>
              <w:t>irrigation requirements for establishment of newly propagated turf</w:t>
            </w:r>
          </w:p>
          <w:p w14:paraId="4711929B" w14:textId="0FB7BFF9" w:rsidR="006C4C0D" w:rsidRDefault="00D42E86" w:rsidP="00C43670">
            <w:pPr>
              <w:pStyle w:val="SIBulletList1"/>
            </w:pPr>
            <w:r>
              <w:t xml:space="preserve">soil types and their </w:t>
            </w:r>
            <w:r w:rsidR="00255037" w:rsidRPr="00255037">
              <w:t>preparation for establish</w:t>
            </w:r>
            <w:r>
              <w:t>ing new turf</w:t>
            </w:r>
          </w:p>
          <w:p w14:paraId="6D1FD9F9" w14:textId="2A4EE448" w:rsidR="006C4C0D" w:rsidRDefault="003B1852">
            <w:pPr>
              <w:pStyle w:val="SIBulletList2"/>
            </w:pPr>
            <w:r>
              <w:t xml:space="preserve">basic </w:t>
            </w:r>
            <w:r w:rsidR="006C4C0D">
              <w:t xml:space="preserve">checks to </w:t>
            </w:r>
            <w:r>
              <w:t xml:space="preserve">assess soil condition </w:t>
            </w:r>
            <w:r w:rsidR="006C4C0D">
              <w:t xml:space="preserve">include; soil </w:t>
            </w:r>
            <w:r w:rsidR="006C4C0D" w:rsidRPr="006C4C0D">
              <w:t>moisture, tilth, compactness, depth and organic matter</w:t>
            </w:r>
            <w:r w:rsidR="006C4C0D" w:rsidRPr="006C4C0D" w:rsidDel="00D42E86">
              <w:t xml:space="preserve"> </w:t>
            </w:r>
          </w:p>
          <w:p w14:paraId="2AA521E0" w14:textId="0397AD76" w:rsidR="003B1852" w:rsidRDefault="006C4C0D">
            <w:pPr>
              <w:pStyle w:val="SIBulletList2"/>
            </w:pPr>
            <w:r>
              <w:t xml:space="preserve">soil </w:t>
            </w:r>
            <w:r w:rsidR="00AA2FD3">
              <w:t xml:space="preserve">preparation </w:t>
            </w:r>
            <w:r>
              <w:t>ad</w:t>
            </w:r>
            <w:r w:rsidR="003B1852">
              <w:t>ditives including</w:t>
            </w:r>
            <w:r w:rsidR="00AA2FD3">
              <w:t>,</w:t>
            </w:r>
            <w:r>
              <w:t xml:space="preserve"> fertilisers, ameliorants, moisture </w:t>
            </w:r>
            <w:r w:rsidR="003B1852">
              <w:t>control</w:t>
            </w:r>
            <w:r>
              <w:t xml:space="preserve"> materials</w:t>
            </w:r>
            <w:r w:rsidR="003B1852">
              <w:t>, pesticides and herbicides</w:t>
            </w:r>
          </w:p>
          <w:p w14:paraId="1A1D748A" w14:textId="77777777" w:rsidR="003B1852" w:rsidRDefault="003B1852">
            <w:pPr>
              <w:pStyle w:val="SIBulletList2"/>
            </w:pPr>
            <w:r>
              <w:t xml:space="preserve">calculations for rates of application </w:t>
            </w:r>
          </w:p>
          <w:p w14:paraId="35E1A9AE" w14:textId="062F2F99" w:rsidR="003B1852" w:rsidRDefault="003B1852">
            <w:pPr>
              <w:pStyle w:val="SIBulletList2"/>
            </w:pPr>
            <w:r>
              <w:t>methods for incorporation of soil additives</w:t>
            </w:r>
          </w:p>
          <w:p w14:paraId="639D69EF" w14:textId="174C7C4A" w:rsidR="00255037" w:rsidRPr="00255037" w:rsidRDefault="003B1852">
            <w:pPr>
              <w:pStyle w:val="SIBulletList2"/>
            </w:pPr>
            <w:r>
              <w:t>soil preparation requirements for turf propagation techniques</w:t>
            </w:r>
          </w:p>
          <w:p w14:paraId="0111690B" w14:textId="4484B45D" w:rsidR="00D42E86" w:rsidRDefault="00255037" w:rsidP="00C43670">
            <w:pPr>
              <w:pStyle w:val="SIBulletList1"/>
            </w:pPr>
            <w:r w:rsidRPr="00FD712E">
              <w:t>tools and machinery</w:t>
            </w:r>
            <w:r w:rsidR="00D42E86">
              <w:t xml:space="preserve"> used in preparing new turf surfaces</w:t>
            </w:r>
            <w:r w:rsidR="00A02B33">
              <w:t xml:space="preserve"> including:</w:t>
            </w:r>
          </w:p>
          <w:p w14:paraId="66A8C3EB" w14:textId="2F928A37" w:rsidR="00A02B33" w:rsidRDefault="00A02B33" w:rsidP="00A02B33">
            <w:pPr>
              <w:pStyle w:val="SIBulletList2"/>
            </w:pPr>
            <w:r>
              <w:t>s</w:t>
            </w:r>
            <w:r w:rsidRPr="00A02B33">
              <w:t>od cutter</w:t>
            </w:r>
          </w:p>
          <w:p w14:paraId="78E4C6DD" w14:textId="77777777" w:rsidR="00A02B33" w:rsidRDefault="00A02B33" w:rsidP="00A02B33">
            <w:pPr>
              <w:pStyle w:val="SIBulletList2"/>
            </w:pPr>
            <w:r w:rsidRPr="00A02B33">
              <w:t>rotary hoe</w:t>
            </w:r>
          </w:p>
          <w:p w14:paraId="0358FE1E" w14:textId="77777777" w:rsidR="00A02B33" w:rsidRDefault="00A02B33" w:rsidP="00A02B33">
            <w:pPr>
              <w:pStyle w:val="SIBulletList2"/>
            </w:pPr>
            <w:r w:rsidRPr="00A02B33">
              <w:t>transporters</w:t>
            </w:r>
          </w:p>
          <w:p w14:paraId="522C2391" w14:textId="77777777" w:rsidR="00A02B33" w:rsidRDefault="00A02B33" w:rsidP="00A02B33">
            <w:pPr>
              <w:pStyle w:val="SIBulletList2"/>
            </w:pPr>
            <w:r w:rsidRPr="00A02B33">
              <w:t>bobcat or loader</w:t>
            </w:r>
          </w:p>
          <w:p w14:paraId="6B7C7789" w14:textId="77777777" w:rsidR="00A02B33" w:rsidRDefault="00A02B33" w:rsidP="00A02B33">
            <w:pPr>
              <w:pStyle w:val="SIBulletList2"/>
            </w:pPr>
            <w:proofErr w:type="spellStart"/>
            <w:r w:rsidRPr="00A02B33">
              <w:t>scarifier</w:t>
            </w:r>
            <w:proofErr w:type="spellEnd"/>
          </w:p>
          <w:p w14:paraId="0CE5838C" w14:textId="3D73029C" w:rsidR="00A02B33" w:rsidRDefault="00A02B33" w:rsidP="00A02B33">
            <w:pPr>
              <w:pStyle w:val="SIBulletList2"/>
            </w:pPr>
            <w:r>
              <w:t>self-propelled cylinder mower</w:t>
            </w:r>
          </w:p>
          <w:p w14:paraId="6A478956" w14:textId="77777777" w:rsidR="00A02B33" w:rsidRDefault="00A02B33" w:rsidP="00A02B33">
            <w:pPr>
              <w:pStyle w:val="SIBulletList2"/>
            </w:pPr>
            <w:r w:rsidRPr="00A02B33">
              <w:t>ride on mower</w:t>
            </w:r>
          </w:p>
          <w:p w14:paraId="6826BBDA" w14:textId="77777777" w:rsidR="00A02B33" w:rsidRDefault="00A02B33" w:rsidP="00A02B33">
            <w:pPr>
              <w:pStyle w:val="SIBulletList2"/>
            </w:pPr>
            <w:r w:rsidRPr="00A02B33">
              <w:t>fertiliser spreader</w:t>
            </w:r>
          </w:p>
          <w:p w14:paraId="000513F9" w14:textId="178F4C73" w:rsidR="00A02B33" w:rsidRDefault="00A02B33" w:rsidP="00A02B33">
            <w:pPr>
              <w:pStyle w:val="SIBulletList2"/>
            </w:pPr>
            <w:r>
              <w:lastRenderedPageBreak/>
              <w:t>top-dresser</w:t>
            </w:r>
          </w:p>
          <w:p w14:paraId="12440F04" w14:textId="77777777" w:rsidR="00A02B33" w:rsidRDefault="00A02B33" w:rsidP="00A02B33">
            <w:pPr>
              <w:pStyle w:val="SIBulletList2"/>
            </w:pPr>
            <w:r w:rsidRPr="00A02B33">
              <w:t>drag mat</w:t>
            </w:r>
          </w:p>
          <w:p w14:paraId="0CD3D308" w14:textId="77777777" w:rsidR="00A02B33" w:rsidRDefault="00A02B33" w:rsidP="00A02B33">
            <w:pPr>
              <w:pStyle w:val="SIBulletList2"/>
            </w:pPr>
            <w:proofErr w:type="spellStart"/>
            <w:r w:rsidRPr="00A02B33">
              <w:t>fertispray</w:t>
            </w:r>
            <w:proofErr w:type="spellEnd"/>
            <w:r w:rsidRPr="00A02B33">
              <w:t xml:space="preserve"> equipment</w:t>
            </w:r>
          </w:p>
          <w:p w14:paraId="7BFF691A" w14:textId="712EDD2A" w:rsidR="00A02B33" w:rsidRPr="00A02B33" w:rsidRDefault="00A02B33" w:rsidP="00A02B33">
            <w:pPr>
              <w:pStyle w:val="SIBulletList2"/>
            </w:pPr>
            <w:r w:rsidRPr="00A02B33">
              <w:t>generator</w:t>
            </w:r>
          </w:p>
          <w:p w14:paraId="143A91FF" w14:textId="2F2CADC0" w:rsidR="00D42E86" w:rsidRDefault="00A02B33" w:rsidP="00A02B33">
            <w:pPr>
              <w:pStyle w:val="SIBulletList2"/>
            </w:pPr>
            <w:r>
              <w:t>hand tools; s</w:t>
            </w:r>
            <w:r w:rsidRPr="00A02B33">
              <w:t xml:space="preserve">hovels, spades, turf </w:t>
            </w:r>
            <w:proofErr w:type="spellStart"/>
            <w:r w:rsidRPr="00A02B33">
              <w:t>pluggers</w:t>
            </w:r>
            <w:proofErr w:type="spellEnd"/>
            <w:r w:rsidRPr="00A02B33">
              <w:t>, buckets, level lawns</w:t>
            </w:r>
          </w:p>
          <w:p w14:paraId="28F5DC07" w14:textId="601278BD" w:rsidR="00255037" w:rsidRDefault="00A02B33">
            <w:pPr>
              <w:pStyle w:val="SIBulletList2"/>
            </w:pPr>
            <w:r>
              <w:t xml:space="preserve">equipment </w:t>
            </w:r>
            <w:r w:rsidR="00D42E86">
              <w:t>pre-start checks</w:t>
            </w:r>
          </w:p>
          <w:p w14:paraId="165DC34F" w14:textId="45E45A8D" w:rsidR="004E3C11" w:rsidRPr="00255037" w:rsidRDefault="004E3C11">
            <w:pPr>
              <w:pStyle w:val="SIBulletList2"/>
            </w:pPr>
            <w:r>
              <w:t xml:space="preserve">care and storage of </w:t>
            </w:r>
            <w:r w:rsidR="005E335D">
              <w:t>tools, equipment and machinery</w:t>
            </w:r>
          </w:p>
          <w:p w14:paraId="2A48BE4C" w14:textId="77777777" w:rsidR="00724D09" w:rsidRDefault="00724D09" w:rsidP="00C43670">
            <w:pPr>
              <w:pStyle w:val="SIBulletList1"/>
            </w:pPr>
            <w:r>
              <w:t>post turf propagation treatments including</w:t>
            </w:r>
          </w:p>
          <w:p w14:paraId="749B46D1" w14:textId="03F8ABD4" w:rsidR="00724D09" w:rsidRDefault="00724D09">
            <w:pPr>
              <w:pStyle w:val="SIBulletList2"/>
            </w:pPr>
            <w:r>
              <w:t>protection for seed, sod, sprigs and plugs during first weeks of establishment</w:t>
            </w:r>
          </w:p>
          <w:p w14:paraId="32D0E1CF" w14:textId="146FDCB1" w:rsidR="00724D09" w:rsidRDefault="00513237">
            <w:pPr>
              <w:pStyle w:val="SIBulletList2"/>
            </w:pPr>
            <w:r>
              <w:t xml:space="preserve">basic </w:t>
            </w:r>
            <w:r w:rsidR="00724D09">
              <w:t>irrigation practices</w:t>
            </w:r>
            <w:r>
              <w:t xml:space="preserve"> and recognising turf establishment needs and problems</w:t>
            </w:r>
          </w:p>
          <w:p w14:paraId="298CDD72" w14:textId="2ECD431A" w:rsidR="00724D09" w:rsidRDefault="00F3540B">
            <w:pPr>
              <w:pStyle w:val="SIBulletList2"/>
            </w:pPr>
            <w:r>
              <w:t xml:space="preserve">rolling and </w:t>
            </w:r>
            <w:r w:rsidR="00724D09">
              <w:t>mowing practices for new turf</w:t>
            </w:r>
          </w:p>
          <w:p w14:paraId="45D53FCB" w14:textId="60547301" w:rsidR="00724D09" w:rsidRDefault="00724D09">
            <w:pPr>
              <w:pStyle w:val="SIBulletList2"/>
            </w:pPr>
            <w:r>
              <w:t xml:space="preserve">monitoring </w:t>
            </w:r>
            <w:r w:rsidR="002B13F0">
              <w:t xml:space="preserve">nutrient, pest, </w:t>
            </w:r>
            <w:r>
              <w:t xml:space="preserve">diseases and </w:t>
            </w:r>
            <w:r w:rsidR="002B13F0">
              <w:t>damage</w:t>
            </w:r>
          </w:p>
          <w:p w14:paraId="2DB41584" w14:textId="4C3F4150" w:rsidR="00724D09" w:rsidRDefault="002B13F0">
            <w:pPr>
              <w:pStyle w:val="SIBulletList2"/>
            </w:pPr>
            <w:r>
              <w:t>top dressing purpose and procedures</w:t>
            </w:r>
          </w:p>
          <w:p w14:paraId="28F94E9F" w14:textId="703CF509" w:rsidR="005E335D" w:rsidRDefault="005E335D" w:rsidP="00C43670">
            <w:pPr>
              <w:pStyle w:val="SIBulletList1"/>
            </w:pPr>
            <w:r w:rsidRPr="005E335D">
              <w:t>workplace health and safety hazards, risks and control measures when constructing new turf</w:t>
            </w:r>
            <w:r>
              <w:t xml:space="preserve"> including:</w:t>
            </w:r>
          </w:p>
          <w:p w14:paraId="7F49EF5E" w14:textId="7D70EEEC" w:rsidR="005E335D" w:rsidRPr="005E335D" w:rsidRDefault="005E335D" w:rsidP="00C43670">
            <w:pPr>
              <w:pStyle w:val="SIBulletList2"/>
            </w:pPr>
            <w:r w:rsidRPr="005E335D">
              <w:t xml:space="preserve">site safety </w:t>
            </w:r>
          </w:p>
          <w:p w14:paraId="5270DF89" w14:textId="708AC10D" w:rsidR="005E335D" w:rsidRPr="005E335D" w:rsidRDefault="005E335D" w:rsidP="00C43670">
            <w:pPr>
              <w:pStyle w:val="SIBulletList2"/>
            </w:pPr>
            <w:r w:rsidRPr="005E335D">
              <w:t xml:space="preserve">personal safety </w:t>
            </w:r>
          </w:p>
          <w:p w14:paraId="4F3C644F" w14:textId="3E2F9EE4" w:rsidR="005E335D" w:rsidRPr="005E335D" w:rsidRDefault="005E335D" w:rsidP="00C43670">
            <w:pPr>
              <w:pStyle w:val="SIBulletList2"/>
            </w:pPr>
            <w:r w:rsidRPr="005E335D">
              <w:t>safe use and operation of tools</w:t>
            </w:r>
            <w:r>
              <w:t>,</w:t>
            </w:r>
            <w:r w:rsidRPr="005E335D">
              <w:t xml:space="preserve"> equipment and machinery</w:t>
            </w:r>
          </w:p>
          <w:p w14:paraId="7B06C916" w14:textId="26861463" w:rsidR="00D42E86" w:rsidRPr="000754EC" w:rsidRDefault="005E335D" w:rsidP="00C43670">
            <w:pPr>
              <w:pStyle w:val="SIBulletList1"/>
            </w:pPr>
            <w:proofErr w:type="gramStart"/>
            <w:r w:rsidRPr="005E335D">
              <w:t>record</w:t>
            </w:r>
            <w:proofErr w:type="gramEnd"/>
            <w:r w:rsidRPr="005E335D">
              <w:t xml:space="preserve"> keeping and reporting procedures relevant to turf construction.</w:t>
            </w:r>
            <w:r w:rsidRPr="005E335D" w:rsidDel="00D42E86">
              <w:t xml:space="preserve"> </w:t>
            </w:r>
          </w:p>
        </w:tc>
      </w:tr>
    </w:tbl>
    <w:p w14:paraId="6E84CB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000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80CE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1B830D" w14:textId="77777777" w:rsidTr="00CA2922">
        <w:tc>
          <w:tcPr>
            <w:tcW w:w="5000" w:type="pct"/>
            <w:shd w:val="clear" w:color="auto" w:fill="auto"/>
          </w:tcPr>
          <w:p w14:paraId="622D4D4F" w14:textId="7CCEAB36" w:rsidR="00324B6E" w:rsidRPr="00324B6E" w:rsidRDefault="00324B6E" w:rsidP="00324B6E">
            <w:pPr>
              <w:rPr>
                <w:lang w:eastAsia="en-US"/>
              </w:rPr>
            </w:pPr>
            <w:r w:rsidRPr="00324B6E">
              <w:rPr>
                <w:lang w:eastAsia="en-US"/>
              </w:rPr>
              <w:t xml:space="preserve">Assessment of skills must take place under the following conditions: </w:t>
            </w:r>
          </w:p>
          <w:p w14:paraId="7EFBC4F5" w14:textId="77777777" w:rsidR="00324B6E" w:rsidRPr="00324B6E" w:rsidRDefault="00324B6E" w:rsidP="00324B6E">
            <w:pPr>
              <w:pStyle w:val="SIBulletList1"/>
            </w:pPr>
            <w:r w:rsidRPr="00324B6E" w:rsidDel="00171E64">
              <w:t xml:space="preserve"> </w:t>
            </w:r>
            <w:r w:rsidRPr="00324B6E">
              <w:t>physical conditions:</w:t>
            </w:r>
          </w:p>
          <w:p w14:paraId="1BBFF579" w14:textId="0E93DF10" w:rsidR="00324B6E" w:rsidRPr="00324B6E" w:rsidRDefault="00EE50C6" w:rsidP="00EE50C6">
            <w:pPr>
              <w:pStyle w:val="SIBulletList2"/>
              <w:rPr>
                <w:rFonts w:eastAsia="Calibri"/>
              </w:rPr>
            </w:pPr>
            <w:r w:rsidRPr="00EE50C6">
              <w:t>a sports turf facility or an environment that accurately represents workplace conditions</w:t>
            </w:r>
          </w:p>
          <w:p w14:paraId="2E38F036" w14:textId="77777777" w:rsidR="00324B6E" w:rsidRPr="00324B6E" w:rsidRDefault="00324B6E" w:rsidP="00324B6E">
            <w:pPr>
              <w:pStyle w:val="SIBulletList1"/>
            </w:pPr>
            <w:r w:rsidRPr="00324B6E">
              <w:t>resources, equipment and materials:</w:t>
            </w:r>
          </w:p>
          <w:p w14:paraId="59640582" w14:textId="645436B0" w:rsidR="00324B6E" w:rsidRPr="00C43670" w:rsidRDefault="005E335D">
            <w:pPr>
              <w:pStyle w:val="SIBulletList2"/>
              <w:rPr>
                <w:rFonts w:eastAsia="Calibri"/>
              </w:rPr>
            </w:pPr>
            <w:r>
              <w:t xml:space="preserve">soil preparation </w:t>
            </w:r>
            <w:r w:rsidR="00A02B33">
              <w:t xml:space="preserve">hand </w:t>
            </w:r>
            <w:r>
              <w:t>tools, equipment and machinery</w:t>
            </w:r>
          </w:p>
          <w:p w14:paraId="6D342769" w14:textId="6DAA3F88" w:rsidR="00324B6E" w:rsidRPr="00C43670" w:rsidRDefault="005E335D">
            <w:pPr>
              <w:pStyle w:val="SIBulletList2"/>
              <w:rPr>
                <w:rFonts w:eastAsia="Calibri"/>
              </w:rPr>
            </w:pPr>
            <w:r>
              <w:t xml:space="preserve">personal protection </w:t>
            </w:r>
            <w:r w:rsidR="00324B6E" w:rsidRPr="00C43670">
              <w:t>safety equipment</w:t>
            </w:r>
          </w:p>
          <w:p w14:paraId="3BF63043" w14:textId="74FF29D5" w:rsidR="005E335D" w:rsidRPr="00C43670" w:rsidRDefault="005E335D">
            <w:pPr>
              <w:pStyle w:val="SIBulletList2"/>
              <w:rPr>
                <w:rFonts w:eastAsia="Calibri"/>
              </w:rPr>
            </w:pPr>
            <w:r>
              <w:t>soil amendments and treatment materials</w:t>
            </w:r>
          </w:p>
          <w:p w14:paraId="2B71C181" w14:textId="46192E41" w:rsidR="002E238B" w:rsidRPr="00C43670" w:rsidRDefault="002E238B">
            <w:pPr>
              <w:pStyle w:val="SIBulletList2"/>
              <w:rPr>
                <w:rFonts w:eastAsia="Calibri"/>
              </w:rPr>
            </w:pPr>
            <w:r>
              <w:t>turf grass species and propagation materials</w:t>
            </w:r>
          </w:p>
          <w:p w14:paraId="04D8E986" w14:textId="77777777" w:rsidR="00324B6E" w:rsidRPr="005E335D" w:rsidRDefault="00324B6E">
            <w:pPr>
              <w:pStyle w:val="SIBulletList1"/>
              <w:rPr>
                <w:rFonts w:eastAsia="Calibri"/>
              </w:rPr>
            </w:pPr>
            <w:r w:rsidRPr="005E335D">
              <w:rPr>
                <w:rFonts w:eastAsia="Calibri"/>
              </w:rPr>
              <w:t>specifications:</w:t>
            </w:r>
          </w:p>
          <w:p w14:paraId="3C2764B9" w14:textId="77777777" w:rsidR="00E33D18" w:rsidRDefault="00E33D18">
            <w:pPr>
              <w:pStyle w:val="SIBulletList2"/>
              <w:rPr>
                <w:rFonts w:eastAsia="Calibri"/>
              </w:rPr>
            </w:pPr>
            <w:r w:rsidRPr="00E33D18">
              <w:rPr>
                <w:rFonts w:eastAsia="Calibri"/>
              </w:rPr>
              <w:t xml:space="preserve">turf establishment program and specifications </w:t>
            </w:r>
          </w:p>
          <w:p w14:paraId="10836F42" w14:textId="21E3A08A" w:rsidR="00324B6E" w:rsidRPr="00C43670" w:rsidRDefault="00324B6E">
            <w:pPr>
              <w:pStyle w:val="SIBulletList2"/>
              <w:rPr>
                <w:rFonts w:eastAsia="Calibri"/>
              </w:rPr>
            </w:pPr>
            <w:r w:rsidRPr="00C43670">
              <w:rPr>
                <w:rFonts w:eastAsia="Calibri"/>
              </w:rPr>
              <w:t xml:space="preserve">workplace </w:t>
            </w:r>
            <w:r w:rsidR="00E33D18">
              <w:rPr>
                <w:rFonts w:eastAsia="Calibri"/>
              </w:rPr>
              <w:t>procedures and instructions</w:t>
            </w:r>
            <w:r w:rsidR="00B22F3C">
              <w:rPr>
                <w:rFonts w:eastAsia="Calibri"/>
              </w:rPr>
              <w:t xml:space="preserve"> for turf establishment</w:t>
            </w:r>
            <w:r w:rsidR="009B0C93">
              <w:rPr>
                <w:rFonts w:eastAsia="Calibri"/>
              </w:rPr>
              <w:t>,</w:t>
            </w:r>
            <w:r w:rsidRPr="00C43670">
              <w:rPr>
                <w:rFonts w:eastAsia="Calibri"/>
              </w:rPr>
              <w:t xml:space="preserve"> including</w:t>
            </w:r>
            <w:r w:rsidR="00E33D18" w:rsidRPr="00E33D18">
              <w:rPr>
                <w:rFonts w:eastAsia="Calibri"/>
              </w:rPr>
              <w:t xml:space="preserve"> </w:t>
            </w:r>
            <w:r w:rsidR="00E33D18" w:rsidRPr="00E33D18">
              <w:t>health, safety and environmental</w:t>
            </w:r>
            <w:r w:rsidR="00E33D18" w:rsidRPr="00E33D18" w:rsidDel="00E33D18">
              <w:rPr>
                <w:rFonts w:eastAsia="Calibri"/>
              </w:rPr>
              <w:t xml:space="preserve"> </w:t>
            </w:r>
          </w:p>
          <w:p w14:paraId="0A566310" w14:textId="77777777" w:rsidR="00324B6E" w:rsidRPr="005E335D" w:rsidRDefault="00324B6E">
            <w:pPr>
              <w:pStyle w:val="SIBulletList1"/>
            </w:pPr>
            <w:r w:rsidRPr="005E335D">
              <w:t>relationships:</w:t>
            </w:r>
          </w:p>
          <w:p w14:paraId="2F2312B0" w14:textId="6E4E5FFE" w:rsidR="00324B6E" w:rsidRDefault="00324B6E">
            <w:pPr>
              <w:pStyle w:val="SIBulletList2"/>
            </w:pPr>
            <w:proofErr w:type="gramStart"/>
            <w:r w:rsidRPr="00C43670">
              <w:t>supervisor</w:t>
            </w:r>
            <w:proofErr w:type="gramEnd"/>
            <w:r w:rsidR="00723E50">
              <w:t>.</w:t>
            </w:r>
          </w:p>
          <w:p w14:paraId="0E3405C9" w14:textId="77777777" w:rsidR="00723E50" w:rsidRPr="00C43670" w:rsidRDefault="00723E50" w:rsidP="00C43670">
            <w:pPr>
              <w:pStyle w:val="SIText"/>
            </w:pPr>
          </w:p>
          <w:p w14:paraId="751E639B" w14:textId="77777777" w:rsidR="00324B6E" w:rsidRPr="00324B6E" w:rsidRDefault="00324B6E" w:rsidP="00324B6E">
            <w:r w:rsidRPr="00324B6E">
              <w:t>Assessors of this unit must satisfy the requirements for assessors in applicable vocational education and training legislation, frameworks and/or standards.</w:t>
            </w:r>
          </w:p>
          <w:p w14:paraId="1ADEA98F" w14:textId="4FC57787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97F7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F80155" w14:textId="77777777" w:rsidTr="004679E3">
        <w:tc>
          <w:tcPr>
            <w:tcW w:w="990" w:type="pct"/>
            <w:shd w:val="clear" w:color="auto" w:fill="auto"/>
          </w:tcPr>
          <w:p w14:paraId="4AA1F4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2BCA7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0376F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557C95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5612" w14:textId="77777777" w:rsidR="00EA6D7E" w:rsidRDefault="00EA6D7E" w:rsidP="00BF3F0A">
      <w:r>
        <w:separator/>
      </w:r>
    </w:p>
    <w:p w14:paraId="1961ED00" w14:textId="77777777" w:rsidR="00EA6D7E" w:rsidRDefault="00EA6D7E"/>
  </w:endnote>
  <w:endnote w:type="continuationSeparator" w:id="0">
    <w:p w14:paraId="5EA010B0" w14:textId="77777777" w:rsidR="00EA6D7E" w:rsidRDefault="00EA6D7E" w:rsidP="00BF3F0A">
      <w:r>
        <w:continuationSeparator/>
      </w:r>
    </w:p>
    <w:p w14:paraId="3DAD202E" w14:textId="77777777" w:rsidR="00EA6D7E" w:rsidRDefault="00EA6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272A75B" w14:textId="46E1D3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34BB1">
          <w:rPr>
            <w:noProof/>
          </w:rPr>
          <w:t>4</w:t>
        </w:r>
        <w:r w:rsidRPr="000754EC">
          <w:fldChar w:fldCharType="end"/>
        </w:r>
      </w:p>
      <w:p w14:paraId="738B11D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395A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E06B3" w14:textId="77777777" w:rsidR="00EA6D7E" w:rsidRDefault="00EA6D7E" w:rsidP="00BF3F0A">
      <w:r>
        <w:separator/>
      </w:r>
    </w:p>
    <w:p w14:paraId="3113ECDA" w14:textId="77777777" w:rsidR="00EA6D7E" w:rsidRDefault="00EA6D7E"/>
  </w:footnote>
  <w:footnote w:type="continuationSeparator" w:id="0">
    <w:p w14:paraId="0AA690F1" w14:textId="77777777" w:rsidR="00EA6D7E" w:rsidRDefault="00EA6D7E" w:rsidP="00BF3F0A">
      <w:r>
        <w:continuationSeparator/>
      </w:r>
    </w:p>
    <w:p w14:paraId="3313229A" w14:textId="77777777" w:rsidR="00EA6D7E" w:rsidRDefault="00EA6D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418F1" w14:textId="77777777" w:rsidR="009C2650" w:rsidRPr="00255037" w:rsidRDefault="00CF795F" w:rsidP="00255037">
    <w:pPr>
      <w:pStyle w:val="SIText"/>
    </w:pPr>
    <w:r>
      <w:t>AHC</w:t>
    </w:r>
    <w:r w:rsidR="00C15F70">
      <w:t>TRF</w:t>
    </w:r>
    <w:r w:rsidR="00255037">
      <w:t xml:space="preserve">204 </w:t>
    </w:r>
    <w:r w:rsidR="00255037" w:rsidRPr="00255037">
      <w:t>Support turf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791DAB"/>
    <w:multiLevelType w:val="hybridMultilevel"/>
    <w:tmpl w:val="C89EF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F90412"/>
    <w:multiLevelType w:val="hybridMultilevel"/>
    <w:tmpl w:val="A7723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AB344A"/>
    <w:multiLevelType w:val="hybridMultilevel"/>
    <w:tmpl w:val="4C4217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82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FDF"/>
    <w:rsid w:val="000E25E6"/>
    <w:rsid w:val="000E2C86"/>
    <w:rsid w:val="000F29F2"/>
    <w:rsid w:val="00101659"/>
    <w:rsid w:val="00105AEA"/>
    <w:rsid w:val="001078BF"/>
    <w:rsid w:val="00125FE1"/>
    <w:rsid w:val="00133957"/>
    <w:rsid w:val="001372F6"/>
    <w:rsid w:val="00144385"/>
    <w:rsid w:val="00146EEC"/>
    <w:rsid w:val="00151D55"/>
    <w:rsid w:val="00151D93"/>
    <w:rsid w:val="00156EF3"/>
    <w:rsid w:val="00160C82"/>
    <w:rsid w:val="0017334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037"/>
    <w:rsid w:val="00262FC3"/>
    <w:rsid w:val="0026394F"/>
    <w:rsid w:val="00267AF6"/>
    <w:rsid w:val="00276DB8"/>
    <w:rsid w:val="00282664"/>
    <w:rsid w:val="00285FB8"/>
    <w:rsid w:val="002970C3"/>
    <w:rsid w:val="002A2171"/>
    <w:rsid w:val="002A4CD3"/>
    <w:rsid w:val="002A6CC4"/>
    <w:rsid w:val="002A6E35"/>
    <w:rsid w:val="002B13F0"/>
    <w:rsid w:val="002C55E9"/>
    <w:rsid w:val="002D0C8B"/>
    <w:rsid w:val="002D330A"/>
    <w:rsid w:val="002E170C"/>
    <w:rsid w:val="002E193E"/>
    <w:rsid w:val="002E238B"/>
    <w:rsid w:val="002F4BEC"/>
    <w:rsid w:val="00305EFF"/>
    <w:rsid w:val="00310A6A"/>
    <w:rsid w:val="003144E6"/>
    <w:rsid w:val="00321E06"/>
    <w:rsid w:val="00324B6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1852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1807"/>
    <w:rsid w:val="004439D6"/>
    <w:rsid w:val="00444423"/>
    <w:rsid w:val="00452F3E"/>
    <w:rsid w:val="004541D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C11"/>
    <w:rsid w:val="004E5FAE"/>
    <w:rsid w:val="004E6245"/>
    <w:rsid w:val="004E6741"/>
    <w:rsid w:val="004E7094"/>
    <w:rsid w:val="004F5DC7"/>
    <w:rsid w:val="004F73B6"/>
    <w:rsid w:val="004F78DA"/>
    <w:rsid w:val="00513237"/>
    <w:rsid w:val="00520E9A"/>
    <w:rsid w:val="005248C1"/>
    <w:rsid w:val="00526134"/>
    <w:rsid w:val="005405B2"/>
    <w:rsid w:val="005427C8"/>
    <w:rsid w:val="005446D1"/>
    <w:rsid w:val="0055592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335D"/>
    <w:rsid w:val="005E51E6"/>
    <w:rsid w:val="005F027A"/>
    <w:rsid w:val="005F33CC"/>
    <w:rsid w:val="005F771F"/>
    <w:rsid w:val="00611A3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BAC"/>
    <w:rsid w:val="00686A49"/>
    <w:rsid w:val="00687B62"/>
    <w:rsid w:val="00690C44"/>
    <w:rsid w:val="006969D9"/>
    <w:rsid w:val="006A2B68"/>
    <w:rsid w:val="006C2F32"/>
    <w:rsid w:val="006C4C0D"/>
    <w:rsid w:val="006D38C3"/>
    <w:rsid w:val="006D4448"/>
    <w:rsid w:val="006D6DFD"/>
    <w:rsid w:val="006E2C4D"/>
    <w:rsid w:val="006E42FE"/>
    <w:rsid w:val="006E48E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E50"/>
    <w:rsid w:val="00724D0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2A3"/>
    <w:rsid w:val="007D5A78"/>
    <w:rsid w:val="007E08F6"/>
    <w:rsid w:val="007E3BD1"/>
    <w:rsid w:val="007F1563"/>
    <w:rsid w:val="007F1EB2"/>
    <w:rsid w:val="007F44DB"/>
    <w:rsid w:val="007F5A8B"/>
    <w:rsid w:val="00815A4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C43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B07"/>
    <w:rsid w:val="00916CD7"/>
    <w:rsid w:val="00920927"/>
    <w:rsid w:val="00921B38"/>
    <w:rsid w:val="00923720"/>
    <w:rsid w:val="009278C9"/>
    <w:rsid w:val="00932CD7"/>
    <w:rsid w:val="0093432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C93"/>
    <w:rsid w:val="009B331A"/>
    <w:rsid w:val="009C2650"/>
    <w:rsid w:val="009D15E2"/>
    <w:rsid w:val="009D15FE"/>
    <w:rsid w:val="009D5D2C"/>
    <w:rsid w:val="009F0DCC"/>
    <w:rsid w:val="009F11CA"/>
    <w:rsid w:val="00A02B33"/>
    <w:rsid w:val="00A0695B"/>
    <w:rsid w:val="00A13052"/>
    <w:rsid w:val="00A216A8"/>
    <w:rsid w:val="00A223A6"/>
    <w:rsid w:val="00A34BB1"/>
    <w:rsid w:val="00A3639E"/>
    <w:rsid w:val="00A5092E"/>
    <w:rsid w:val="00A554D6"/>
    <w:rsid w:val="00A56E14"/>
    <w:rsid w:val="00A6476B"/>
    <w:rsid w:val="00A76C6C"/>
    <w:rsid w:val="00A87356"/>
    <w:rsid w:val="00A92DD1"/>
    <w:rsid w:val="00AA2FD3"/>
    <w:rsid w:val="00AA5338"/>
    <w:rsid w:val="00AB1B8E"/>
    <w:rsid w:val="00AB2039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F3C"/>
    <w:rsid w:val="00B3508F"/>
    <w:rsid w:val="00B443EE"/>
    <w:rsid w:val="00B560C8"/>
    <w:rsid w:val="00B61150"/>
    <w:rsid w:val="00B62E2A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49A0"/>
    <w:rsid w:val="00BC5075"/>
    <w:rsid w:val="00BC5419"/>
    <w:rsid w:val="00BD3B0F"/>
    <w:rsid w:val="00BF1D4C"/>
    <w:rsid w:val="00BF3F0A"/>
    <w:rsid w:val="00C01104"/>
    <w:rsid w:val="00C143C3"/>
    <w:rsid w:val="00C15F70"/>
    <w:rsid w:val="00C1739B"/>
    <w:rsid w:val="00C21ADE"/>
    <w:rsid w:val="00C26067"/>
    <w:rsid w:val="00C30A29"/>
    <w:rsid w:val="00C317DC"/>
    <w:rsid w:val="00C4367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2E86"/>
    <w:rsid w:val="00D54C76"/>
    <w:rsid w:val="00D71E43"/>
    <w:rsid w:val="00D727F3"/>
    <w:rsid w:val="00D73695"/>
    <w:rsid w:val="00D810DE"/>
    <w:rsid w:val="00D85A3D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3D18"/>
    <w:rsid w:val="00E35064"/>
    <w:rsid w:val="00E3681D"/>
    <w:rsid w:val="00E40225"/>
    <w:rsid w:val="00E501F0"/>
    <w:rsid w:val="00E55914"/>
    <w:rsid w:val="00E6166D"/>
    <w:rsid w:val="00E745DC"/>
    <w:rsid w:val="00E918B8"/>
    <w:rsid w:val="00E91BFF"/>
    <w:rsid w:val="00E92933"/>
    <w:rsid w:val="00E94FAD"/>
    <w:rsid w:val="00E97725"/>
    <w:rsid w:val="00EA6D7E"/>
    <w:rsid w:val="00EB0AA4"/>
    <w:rsid w:val="00EB27E5"/>
    <w:rsid w:val="00EB5C88"/>
    <w:rsid w:val="00EC0469"/>
    <w:rsid w:val="00ED6E45"/>
    <w:rsid w:val="00EE50C6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540B"/>
    <w:rsid w:val="00F438FC"/>
    <w:rsid w:val="00F5616F"/>
    <w:rsid w:val="00F56451"/>
    <w:rsid w:val="00F56827"/>
    <w:rsid w:val="00F62866"/>
    <w:rsid w:val="00F65EF0"/>
    <w:rsid w:val="00F71651"/>
    <w:rsid w:val="00F75AEA"/>
    <w:rsid w:val="00F76191"/>
    <w:rsid w:val="00F76CC6"/>
    <w:rsid w:val="00F82FC3"/>
    <w:rsid w:val="00F83D7C"/>
    <w:rsid w:val="00FA715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FF67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C4C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A07E-5A9C-4517-B57C-F7F1F7575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441667A-BC11-4D37-AE4B-DA44D516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278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37</cp:revision>
  <cp:lastPrinted>2016-05-27T05:21:00Z</cp:lastPrinted>
  <dcterms:created xsi:type="dcterms:W3CDTF">2018-08-06T23:44:00Z</dcterms:created>
  <dcterms:modified xsi:type="dcterms:W3CDTF">2019-01-31T07:14:00Z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